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90A44" w:rsidRDefault="0014024F" w:rsidP="00C90A44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347980</wp:posOffset>
            </wp:positionV>
            <wp:extent cx="5762625" cy="5800725"/>
            <wp:effectExtent l="0" t="0" r="9525" b="9525"/>
            <wp:wrapNone/>
            <wp:docPr id="1" name="Image 1" descr="C:\Users\SAFAROVT\Desktop\a42ee799ae05bbb6d2c8619901a4f2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a42ee799ae05bbb6d2c8619901a4f2d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36260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4F"/>
    <w:rsid w:val="0013656C"/>
    <w:rsid w:val="0014024F"/>
    <w:rsid w:val="0038516C"/>
    <w:rsid w:val="006B3802"/>
    <w:rsid w:val="00B65436"/>
    <w:rsid w:val="00BF49C4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14024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40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14024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40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11419-B5EF-427A-8793-94CC980A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B9B3B168.dotm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2019-07-16T13:31:00Z</dcterms:created>
  <dcterms:modified xsi:type="dcterms:W3CDTF">2019-07-16T13:32:00Z</dcterms:modified>
</cp:coreProperties>
</file>